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E73CD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71DF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Α27-</w:t>
            </w:r>
            <w:r w:rsidR="00C71DFC" w:rsidRPr="00C71DF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Ο2.Ε19 </w:t>
            </w:r>
            <w:r w:rsidR="00A206AC" w:rsidRPr="00A206A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C71DFC" w:rsidRPr="00C71DF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Φορητός Η/Υ Τύπου 06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2E7B28" w:rsidRPr="00DF25B3" w:rsidTr="00E60D07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B28" w:rsidRPr="00A8070F" w:rsidRDefault="002E7B28" w:rsidP="002E7B28">
            <w:r w:rsidRPr="00A8070F">
              <w:t xml:space="preserve">Επεξεργαστής : </w:t>
            </w:r>
            <w:r w:rsidRPr="00A8070F">
              <w:rPr>
                <w:lang w:val="en-GB"/>
              </w:rPr>
              <w:t>Core</w:t>
            </w:r>
            <w:r w:rsidRPr="00A8070F">
              <w:t xml:space="preserve"> </w:t>
            </w:r>
            <w:r w:rsidRPr="00A8070F">
              <w:rPr>
                <w:lang w:val="en-GB"/>
              </w:rPr>
              <w:t>Ultra</w:t>
            </w:r>
            <w:r w:rsidRPr="00A8070F">
              <w:t xml:space="preserve"> 9 </w:t>
            </w:r>
            <w:r w:rsidRPr="00A8070F">
              <w:rPr>
                <w:lang w:val="en-GB"/>
              </w:rPr>
              <w:t>Meteor</w:t>
            </w:r>
            <w:r w:rsidRPr="00A8070F">
              <w:t xml:space="preserve"> </w:t>
            </w:r>
            <w:r w:rsidRPr="00A8070F">
              <w:rPr>
                <w:lang w:val="en-GB"/>
              </w:rPr>
              <w:t>Lake</w:t>
            </w:r>
            <w:r w:rsidRPr="00A8070F">
              <w:t xml:space="preserve"> (14</w:t>
            </w:r>
            <w:proofErr w:type="spellStart"/>
            <w:r w:rsidRPr="00A8070F">
              <w:rPr>
                <w:lang w:val="en-GB"/>
              </w:rPr>
              <w:t>th</w:t>
            </w:r>
            <w:proofErr w:type="spellEnd"/>
            <w:r w:rsidRPr="00A8070F">
              <w:t xml:space="preserve"> </w:t>
            </w:r>
            <w:r w:rsidRPr="00A8070F">
              <w:rPr>
                <w:lang w:val="en-GB"/>
              </w:rPr>
              <w:t>Gen</w:t>
            </w:r>
            <w:r w:rsidRPr="00A8070F">
              <w:t>)  ή ισοδύναμο ή καλύτερο</w:t>
            </w:r>
          </w:p>
        </w:tc>
        <w:tc>
          <w:tcPr>
            <w:tcW w:w="1116" w:type="dxa"/>
            <w:vAlign w:val="center"/>
          </w:tcPr>
          <w:p w:rsidR="002E7B28" w:rsidRPr="00432CD9" w:rsidRDefault="002E7B28" w:rsidP="002E7B2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</w:tr>
      <w:tr w:rsidR="002E7B28" w:rsidRPr="00DF25B3" w:rsidTr="00E60D07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Μνήμη</w:t>
            </w:r>
            <w:proofErr w:type="spellEnd"/>
            <w:r w:rsidRPr="00A8070F">
              <w:rPr>
                <w:lang w:val="en-GB"/>
              </w:rPr>
              <w:t xml:space="preserve"> : 32 GB DDR5</w:t>
            </w:r>
          </w:p>
        </w:tc>
        <w:tc>
          <w:tcPr>
            <w:tcW w:w="1116" w:type="dxa"/>
            <w:vAlign w:val="center"/>
          </w:tcPr>
          <w:p w:rsidR="002E7B28" w:rsidRPr="00432CD9" w:rsidRDefault="002E7B28" w:rsidP="002E7B2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</w:tr>
      <w:tr w:rsidR="002E7B28" w:rsidRPr="00DF25B3" w:rsidTr="00E60D07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Δίσκος</w:t>
            </w:r>
            <w:proofErr w:type="spellEnd"/>
            <w:r w:rsidRPr="00A8070F">
              <w:rPr>
                <w:lang w:val="en-GB"/>
              </w:rPr>
              <w:t xml:space="preserve"> : 1 TB SSD</w:t>
            </w:r>
          </w:p>
        </w:tc>
        <w:tc>
          <w:tcPr>
            <w:tcW w:w="1116" w:type="dxa"/>
            <w:vAlign w:val="center"/>
          </w:tcPr>
          <w:p w:rsidR="002E7B28" w:rsidRPr="00432CD9" w:rsidRDefault="002E7B28" w:rsidP="002E7B2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</w:tr>
      <w:tr w:rsidR="002E7B28" w:rsidRPr="00DF25B3" w:rsidTr="00E60D07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Οθόνη</w:t>
            </w:r>
            <w:proofErr w:type="spellEnd"/>
            <w:r w:rsidRPr="00A8070F">
              <w:rPr>
                <w:lang w:val="en-GB"/>
              </w:rPr>
              <w:t>: 14” OLED</w:t>
            </w:r>
          </w:p>
        </w:tc>
        <w:tc>
          <w:tcPr>
            <w:tcW w:w="1116" w:type="dxa"/>
            <w:vAlign w:val="center"/>
          </w:tcPr>
          <w:p w:rsidR="002E7B28" w:rsidRPr="00432CD9" w:rsidRDefault="002E7B28" w:rsidP="002E7B2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</w:tr>
      <w:tr w:rsidR="002E7B28" w:rsidRPr="00DF25B3" w:rsidTr="00E60D07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Βάρος</w:t>
            </w:r>
            <w:proofErr w:type="spellEnd"/>
            <w:r w:rsidRPr="00A8070F">
              <w:rPr>
                <w:lang w:val="en-GB"/>
              </w:rPr>
              <w:t xml:space="preserve">:≤ 1,4 kg </w:t>
            </w:r>
          </w:p>
        </w:tc>
        <w:tc>
          <w:tcPr>
            <w:tcW w:w="1116" w:type="dxa"/>
            <w:vAlign w:val="center"/>
          </w:tcPr>
          <w:p w:rsidR="002E7B28" w:rsidRPr="00432CD9" w:rsidRDefault="002E7B28" w:rsidP="002E7B2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</w:tr>
      <w:tr w:rsidR="002E7B28" w:rsidRPr="00DF25B3" w:rsidTr="00E60D07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B28" w:rsidRPr="00A8070F" w:rsidRDefault="002E7B28" w:rsidP="002E7B28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έχει</w:t>
            </w:r>
            <w:proofErr w:type="spellEnd"/>
            <w:r w:rsidRPr="00A8070F">
              <w:rPr>
                <w:lang w:val="en-GB"/>
              </w:rPr>
              <w:t xml:space="preserve"> π</w:t>
            </w:r>
            <w:proofErr w:type="spellStart"/>
            <w:r w:rsidRPr="00A8070F">
              <w:rPr>
                <w:lang w:val="en-GB"/>
              </w:rPr>
              <w:t>ιστο</w:t>
            </w:r>
            <w:proofErr w:type="spellEnd"/>
            <w:r w:rsidRPr="00A8070F">
              <w:rPr>
                <w:lang w:val="en-GB"/>
              </w:rPr>
              <w:t>ποιήσεις CE, ENERGY STAR, EPEAT Gold, TCO 9 και RoHS</w:t>
            </w:r>
          </w:p>
        </w:tc>
        <w:tc>
          <w:tcPr>
            <w:tcW w:w="1116" w:type="dxa"/>
            <w:vAlign w:val="center"/>
          </w:tcPr>
          <w:p w:rsidR="002E7B28" w:rsidRPr="00432CD9" w:rsidRDefault="002E7B28" w:rsidP="002E7B2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E7B28" w:rsidRPr="00432CD9" w:rsidRDefault="002E7B28" w:rsidP="002E7B28">
            <w:r w:rsidRPr="00432CD9">
              <w:t xml:space="preserve"> </w:t>
            </w:r>
          </w:p>
        </w:tc>
      </w:tr>
      <w:tr w:rsidR="002E7B28" w:rsidRPr="00A8070F" w:rsidTr="002E7B28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7B28" w:rsidRPr="00A8070F" w:rsidRDefault="002E7B2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7B28" w:rsidRPr="00A8070F" w:rsidRDefault="002E7B2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 : &gt;= 2Υ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7B28" w:rsidRPr="002E7B28" w:rsidRDefault="002E7B28" w:rsidP="002E7B28">
            <w:pPr>
              <w:jc w:val="center"/>
            </w:pPr>
            <w:r w:rsidRPr="002E7B2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B28" w:rsidRPr="002E7B28" w:rsidRDefault="002E7B28" w:rsidP="000968BF">
            <w:r w:rsidRPr="002E7B2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E7B28" w:rsidRPr="002E7B28" w:rsidRDefault="002E7B28" w:rsidP="000968BF">
            <w:r w:rsidRPr="002E7B28">
              <w:t> </w:t>
            </w:r>
          </w:p>
        </w:tc>
      </w:tr>
    </w:tbl>
    <w:p w:rsidR="00EB2777" w:rsidRDefault="00EB2777" w:rsidP="002E7B28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4390"/>
    <w:rsid w:val="0015565B"/>
    <w:rsid w:val="00185D15"/>
    <w:rsid w:val="00185E48"/>
    <w:rsid w:val="001E6292"/>
    <w:rsid w:val="00250C6D"/>
    <w:rsid w:val="00273D65"/>
    <w:rsid w:val="002E7B28"/>
    <w:rsid w:val="002F7643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593FA3"/>
    <w:rsid w:val="006C353C"/>
    <w:rsid w:val="006D1013"/>
    <w:rsid w:val="007420FC"/>
    <w:rsid w:val="0075164A"/>
    <w:rsid w:val="00753C81"/>
    <w:rsid w:val="008040B9"/>
    <w:rsid w:val="008853AB"/>
    <w:rsid w:val="009735EA"/>
    <w:rsid w:val="009809F1"/>
    <w:rsid w:val="00997F72"/>
    <w:rsid w:val="00A0291C"/>
    <w:rsid w:val="00A177B6"/>
    <w:rsid w:val="00A206AC"/>
    <w:rsid w:val="00A3021C"/>
    <w:rsid w:val="00A30A4C"/>
    <w:rsid w:val="00A40B4A"/>
    <w:rsid w:val="00B1114E"/>
    <w:rsid w:val="00B317A9"/>
    <w:rsid w:val="00B330EB"/>
    <w:rsid w:val="00B76988"/>
    <w:rsid w:val="00C4143F"/>
    <w:rsid w:val="00C65E37"/>
    <w:rsid w:val="00C71DFC"/>
    <w:rsid w:val="00C8287A"/>
    <w:rsid w:val="00C86AD9"/>
    <w:rsid w:val="00E50C36"/>
    <w:rsid w:val="00E56EDD"/>
    <w:rsid w:val="00E57686"/>
    <w:rsid w:val="00E60D07"/>
    <w:rsid w:val="00E73CD8"/>
    <w:rsid w:val="00EB2777"/>
    <w:rsid w:val="00F41BA0"/>
    <w:rsid w:val="00F74D6C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974BC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E984285C</Template>
  <TotalTime>2</TotalTime>
  <Pages>1</Pages>
  <Words>62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2025-09-10T07:26:00Z</dcterms:created>
  <dcterms:modified xsi:type="dcterms:W3CDTF">2025-09-10T11:41:00Z</dcterms:modified>
</cp:coreProperties>
</file>